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A4444F" w:rsidRDefault="00C04AE8" w:rsidP="0019605D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</w:rPr>
            </w:pPr>
            <w:r w:rsidRPr="00C04AE8">
              <w:rPr>
                <w:rFonts w:asciiTheme="majorHAnsi" w:hAnsiTheme="majorHAnsi" w:cs="Arial"/>
                <w:b/>
                <w:color w:val="001636"/>
              </w:rPr>
              <w:t>PRO0991KM003-006ML004-008Vsejanska_spojka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4444F" w:rsidRPr="003C2583" w:rsidRDefault="00A4444F" w:rsidP="00A4444F">
            <w:pPr>
              <w:spacing w:after="0" w:line="240" w:lineRule="auto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 w:rsidRPr="003C2583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TÚ 09</w:t>
            </w:r>
            <w:r w:rsidR="00C04AE8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31 km 11</w:t>
            </w:r>
            <w:r w:rsidRPr="003C2583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 w:rsidR="00C04AE8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200</w:t>
            </w:r>
            <w:r w:rsidRPr="003C2583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- </w:t>
            </w:r>
            <w:r w:rsidR="00C04AE8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12</w:t>
            </w:r>
            <w:r w:rsidRPr="003C2583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 w:rsidR="00C04AE8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100</w:t>
            </w:r>
            <w:r w:rsidRPr="003C2583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 TÚ 09</w:t>
            </w:r>
            <w:r w:rsidR="00C04AE8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91 km 3,830 - 5</w:t>
            </w:r>
            <w:r w:rsidRPr="003C2583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 w:rsidR="00C04AE8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800</w:t>
            </w:r>
          </w:p>
          <w:p w:rsidR="00C4657B" w:rsidRPr="00DC4D2E" w:rsidRDefault="00C4657B" w:rsidP="00C04AE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C04AE8" w:rsidRDefault="00A4444F" w:rsidP="00E81FA8">
            <w:pPr>
              <w:spacing w:after="0" w:line="240" w:lineRule="auto"/>
              <w:rPr>
                <w:rFonts w:asciiTheme="majorHAnsi" w:hAnsiTheme="majorHAnsi" w:cs="Arial"/>
                <w:color w:val="001636"/>
              </w:rPr>
            </w:pPr>
            <w:r w:rsidRPr="00A4444F">
              <w:rPr>
                <w:rFonts w:asciiTheme="majorHAnsi" w:hAnsiTheme="majorHAnsi" w:cs="Arial"/>
                <w:color w:val="001636"/>
              </w:rPr>
              <w:t xml:space="preserve">Vyhotovení mapového podkladu pro projekt stavby SSZ: </w:t>
            </w:r>
          </w:p>
          <w:p w:rsidR="00C4657B" w:rsidRDefault="00A4444F" w:rsidP="00E81FA8">
            <w:pPr>
              <w:spacing w:after="0" w:line="240" w:lineRule="auto"/>
              <w:rPr>
                <w:rFonts w:asciiTheme="majorHAnsi" w:hAnsiTheme="majorHAnsi" w:cs="Arial"/>
                <w:color w:val="001636"/>
              </w:rPr>
            </w:pPr>
            <w:r w:rsidRPr="00A4444F">
              <w:rPr>
                <w:rFonts w:asciiTheme="majorHAnsi" w:hAnsiTheme="majorHAnsi" w:cs="Arial"/>
                <w:color w:val="001636"/>
              </w:rPr>
              <w:t>"</w:t>
            </w:r>
            <w:r w:rsidR="00C04AE8">
              <w:rPr>
                <w:rFonts w:asciiTheme="majorHAnsi" w:hAnsiTheme="majorHAnsi" w:cs="Arial"/>
                <w:color w:val="001636"/>
              </w:rPr>
              <w:t>Všejanská spojka</w:t>
            </w:r>
            <w:r w:rsidRPr="00A4444F">
              <w:rPr>
                <w:rFonts w:asciiTheme="majorHAnsi" w:hAnsiTheme="majorHAnsi" w:cs="Arial"/>
                <w:color w:val="001636"/>
              </w:rPr>
              <w:t>"</w:t>
            </w:r>
          </w:p>
          <w:p w:rsidR="003C2583" w:rsidRPr="00A4444F" w:rsidRDefault="003C2583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DC4D2E" w:rsidRDefault="00C4657B" w:rsidP="00C04AE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Číslo zakázky: </w:t>
            </w:r>
            <w:r w:rsidR="00A4444F" w:rsidRPr="00A4444F">
              <w:rPr>
                <w:rFonts w:asciiTheme="majorHAnsi" w:hAnsiTheme="majorHAnsi" w:cs="Arial"/>
                <w:b/>
                <w:color w:val="001636"/>
                <w:sz w:val="17"/>
                <w:szCs w:val="17"/>
              </w:rPr>
              <w:t>G730Z72820</w:t>
            </w:r>
            <w:r w:rsidR="00C04AE8">
              <w:rPr>
                <w:rFonts w:asciiTheme="majorHAnsi" w:hAnsiTheme="majorHAnsi" w:cs="Arial"/>
                <w:b/>
                <w:color w:val="001636"/>
                <w:sz w:val="17"/>
                <w:szCs w:val="17"/>
              </w:rPr>
              <w:t>19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 Praha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ČSN 01 3410, ČSN 01 3411, TNZ 01 3412, SŽDC/M20, Zákon č. 200/1994 Sb., Vyhl.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mapové podklady z archivu SŽG Praha:</w:t>
            </w:r>
          </w:p>
          <w:p w:rsidR="00C4657B" w:rsidRPr="00B3272B" w:rsidRDefault="00C4657B" w:rsidP="00C04AE8">
            <w:pPr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B3272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C04AE8" w:rsidRPr="00C04AE8">
              <w:rPr>
                <w:rFonts w:asciiTheme="majorHAnsi" w:hAnsiTheme="majorHAnsi" w:cs="Arial"/>
                <w:sz w:val="16"/>
                <w:szCs w:val="16"/>
              </w:rPr>
              <w:t>JZM0931KM002-030ML002-041Nymburk_MB</w:t>
            </w:r>
            <w:r w:rsidRPr="00B3272B">
              <w:rPr>
                <w:rFonts w:asciiTheme="majorHAnsi" w:hAnsiTheme="majorHAnsi" w:cs="Arial"/>
                <w:sz w:val="16"/>
                <w:szCs w:val="16"/>
              </w:rPr>
              <w:t>“ z roku 20</w:t>
            </w:r>
            <w:r w:rsidR="009666F1">
              <w:rPr>
                <w:rFonts w:asciiTheme="majorHAnsi" w:hAnsiTheme="majorHAnsi" w:cs="Arial"/>
                <w:sz w:val="16"/>
                <w:szCs w:val="16"/>
              </w:rPr>
              <w:t>19</w:t>
            </w:r>
          </w:p>
          <w:p w:rsidR="00590D87" w:rsidRDefault="00A319CE" w:rsidP="00C04AE8">
            <w:pPr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A319CE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C04AE8" w:rsidRPr="00C04AE8">
              <w:rPr>
                <w:rFonts w:asciiTheme="majorHAnsi" w:hAnsiTheme="majorHAnsi" w:cs="Arial"/>
                <w:sz w:val="16"/>
                <w:szCs w:val="16"/>
              </w:rPr>
              <w:t>DSP0931</w:t>
            </w:r>
            <w:r w:rsidR="00C04AE8">
              <w:rPr>
                <w:rFonts w:asciiTheme="majorHAnsi" w:hAnsiTheme="majorHAnsi" w:cs="Arial"/>
                <w:sz w:val="16"/>
                <w:szCs w:val="16"/>
              </w:rPr>
              <w:t>KM000-017ML001-024Nymburk_MB</w:t>
            </w:r>
            <w:r w:rsidR="00C04AE8" w:rsidRPr="00C04AE8">
              <w:rPr>
                <w:rFonts w:asciiTheme="majorHAnsi" w:hAnsiTheme="majorHAnsi" w:cs="Arial"/>
                <w:sz w:val="16"/>
                <w:szCs w:val="16"/>
              </w:rPr>
              <w:t>_2stavba</w:t>
            </w:r>
            <w:r w:rsidR="009666F1">
              <w:rPr>
                <w:rFonts w:asciiTheme="majorHAnsi" w:hAnsiTheme="majorHAnsi" w:cs="Arial"/>
                <w:sz w:val="16"/>
                <w:szCs w:val="16"/>
              </w:rPr>
              <w:t>“ z roku 2020</w:t>
            </w:r>
          </w:p>
          <w:p w:rsidR="00C4657B" w:rsidRPr="00A319CE" w:rsidRDefault="00A319CE" w:rsidP="00DA77E7">
            <w:pPr>
              <w:numPr>
                <w:ilvl w:val="0"/>
                <w:numId w:val="5"/>
              </w:num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A319CE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DA77E7" w:rsidRPr="00DA77E7">
              <w:rPr>
                <w:rFonts w:asciiTheme="majorHAnsi" w:hAnsiTheme="majorHAnsi" w:cs="Arial"/>
                <w:sz w:val="16"/>
                <w:szCs w:val="16"/>
              </w:rPr>
              <w:t>DSP0991KM000-006Lysá-Milovice</w:t>
            </w:r>
            <w:r w:rsidRPr="00A319CE">
              <w:rPr>
                <w:rFonts w:asciiTheme="majorHAnsi" w:hAnsiTheme="majorHAnsi" w:cs="Arial"/>
                <w:sz w:val="16"/>
                <w:szCs w:val="16"/>
              </w:rPr>
              <w:t>“ z roku 20</w:t>
            </w:r>
            <w:r w:rsidR="00DA77E7">
              <w:rPr>
                <w:rFonts w:asciiTheme="majorHAnsi" w:hAnsiTheme="majorHAnsi" w:cs="Arial"/>
                <w:sz w:val="16"/>
                <w:szCs w:val="16"/>
              </w:rPr>
              <w:t>10</w:t>
            </w:r>
          </w:p>
          <w:p w:rsidR="002978D4" w:rsidRPr="00DC4D2E" w:rsidRDefault="002978D4" w:rsidP="00C04AE8">
            <w:pPr>
              <w:spacing w:after="0" w:line="240" w:lineRule="auto"/>
              <w:ind w:left="72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C04AE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</w:t>
            </w:r>
            <w:r w:rsidR="00C04AE8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.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C4657B" w:rsidRPr="00C4657B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E0BC8" w:rsidRDefault="00C04AE8" w:rsidP="00C04AE8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09</w:t>
            </w:r>
            <w:r w:rsidR="005346DB">
              <w:rPr>
                <w:rFonts w:asciiTheme="majorHAnsi" w:hAnsiTheme="majorHAnsi" w:cs="Arial"/>
              </w:rPr>
              <w:t>-</w:t>
            </w:r>
            <w:r>
              <w:rPr>
                <w:rFonts w:asciiTheme="majorHAnsi" w:hAnsiTheme="majorHAnsi" w:cs="Arial"/>
              </w:rPr>
              <w:t>11</w:t>
            </w:r>
            <w:r w:rsidR="005346DB">
              <w:rPr>
                <w:rFonts w:asciiTheme="majorHAnsi" w:hAnsiTheme="majorHAnsi" w:cs="Arial"/>
              </w:rPr>
              <w:t>/</w:t>
            </w:r>
            <w:r w:rsidR="00950250">
              <w:rPr>
                <w:rFonts w:asciiTheme="majorHAnsi" w:hAnsiTheme="majorHAnsi" w:cs="Arial"/>
              </w:rPr>
              <w:t xml:space="preserve"> 2022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1F43D2" w:rsidRPr="00DC4D2E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B3272B" w:rsidRDefault="00B3272B" w:rsidP="00E81FA8">
            <w:pPr>
              <w:spacing w:line="240" w:lineRule="auto"/>
              <w:rPr>
                <w:rFonts w:asciiTheme="majorHAnsi" w:eastAsia="Times New Roman" w:hAnsiTheme="majorHAnsi" w:cs="Arial"/>
                <w:lang w:val="en-GB" w:eastAsia="cs-CZ"/>
              </w:rPr>
            </w:pPr>
            <w:r w:rsidRPr="00B3272B">
              <w:rPr>
                <w:rFonts w:asciiTheme="majorHAnsi" w:eastAsia="Times New Roman" w:hAnsiTheme="majorHAnsi" w:cs="Arial"/>
                <w:lang w:eastAsia="cs-CZ"/>
              </w:rPr>
              <w:t>Leica TCR  802 v.č. 802836057</w:t>
            </w:r>
            <w:r>
              <w:rPr>
                <w:rFonts w:asciiTheme="majorHAnsi" w:eastAsia="Times New Roman" w:hAnsiTheme="majorHAnsi" w:cs="Arial"/>
                <w:lang w:val="en-GB" w:eastAsia="cs-CZ"/>
              </w:rPr>
              <w:t xml:space="preserve">; </w:t>
            </w:r>
            <w:r w:rsidRPr="00B3272B">
              <w:rPr>
                <w:rFonts w:asciiTheme="majorHAnsi" w:eastAsia="Times New Roman" w:hAnsiTheme="majorHAnsi" w:cs="Arial"/>
                <w:lang w:val="en-GB" w:eastAsia="cs-CZ"/>
              </w:rPr>
              <w:t>GNSS Leica GS0920 S/N: 164861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1B59F3" w:rsidRDefault="001B59F3" w:rsidP="001B59F3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1B59F3">
              <w:rPr>
                <w:rFonts w:asciiTheme="majorHAnsi" w:hAnsiTheme="majorHAnsi" w:cs="Arial"/>
              </w:rPr>
              <w:t>MicroStation v.8 + nadstavba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="0019605D">
              <w:rPr>
                <w:rFonts w:asciiTheme="majorHAnsi" w:hAnsiTheme="majorHAnsi" w:cs="Arial"/>
              </w:rPr>
              <w:t>20.02</w:t>
            </w:r>
            <w:r>
              <w:rPr>
                <w:rFonts w:asciiTheme="majorHAnsi" w:hAnsiTheme="majorHAnsi" w:cs="Arial"/>
              </w:rPr>
              <w:t>.0</w:t>
            </w:r>
            <w:r w:rsidR="0019605D">
              <w:rPr>
                <w:rFonts w:asciiTheme="majorHAnsi" w:hAnsiTheme="majorHAnsi" w:cs="Arial"/>
              </w:rPr>
              <w:t>4</w:t>
            </w:r>
            <w:r>
              <w:rPr>
                <w:rFonts w:asciiTheme="majorHAnsi" w:hAnsiTheme="majorHAnsi" w:cs="Arial"/>
              </w:rPr>
              <w:t>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</w:t>
            </w:r>
            <w:r w:rsidRPr="001B59F3">
              <w:rPr>
                <w:rFonts w:asciiTheme="majorHAnsi" w:hAnsiTheme="majorHAnsi" w:cs="Arial"/>
              </w:rPr>
              <w:t>Groma, MS Word, MS Excel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B34C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B34C0" w:rsidRPr="00DC4D2E" w:rsidRDefault="004B34C0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B34C0" w:rsidRPr="001B59F3" w:rsidRDefault="004B34C0" w:rsidP="001B59F3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Měření provedli: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3C2583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Ing. L. Červinka, Ing. V. Náměstek, M. Michňa, P. Malíř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0E2204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="004E0BC8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3C2583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Věra Junková</w:t>
            </w:r>
          </w:p>
          <w:p w:rsidR="003C2583" w:rsidRPr="00DC4D2E" w:rsidRDefault="003C2583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3272B" w:rsidRDefault="00B3272B" w:rsidP="00A319CE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B3272B">
              <w:rPr>
                <w:rFonts w:asciiTheme="majorHAnsi" w:eastAsia="Times New Roman" w:hAnsiTheme="majorHAnsi" w:cs="Arial"/>
                <w:b/>
                <w:lang w:eastAsia="cs-CZ"/>
              </w:rPr>
              <w:t xml:space="preserve">Úseky v rozsahu TU „viz předmět měření“: </w:t>
            </w:r>
          </w:p>
          <w:p w:rsidR="00076E15" w:rsidRDefault="008E3BD2" w:rsidP="00B3272B">
            <w:pPr>
              <w:spacing w:after="0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Dle Vyhl. ČUZK č.31/1995Sb. §13 odst. 2b) v platném znění byla posouzena úplnost, správnost a vhodnost geodetického podkladu: 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č.</w:t>
            </w:r>
            <w:r w:rsidR="00675A9F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)</w:t>
            </w:r>
            <w:r w:rsidR="00A319CE" w:rsidRPr="00B3272B">
              <w:rPr>
                <w:rFonts w:asciiTheme="majorHAnsi" w:hAnsiTheme="majorHAnsi" w:cs="Arial"/>
                <w:sz w:val="16"/>
                <w:szCs w:val="16"/>
              </w:rPr>
              <w:t xml:space="preserve"> „</w:t>
            </w:r>
            <w:r w:rsidR="00E13C18" w:rsidRPr="00E13C18">
              <w:rPr>
                <w:rFonts w:asciiTheme="majorHAnsi" w:hAnsiTheme="majorHAnsi" w:cs="Arial"/>
                <w:sz w:val="16"/>
                <w:szCs w:val="16"/>
              </w:rPr>
              <w:t>JZM0931KM002-030ML002-041Nymburk_MB</w:t>
            </w:r>
            <w:r w:rsidR="00A319CE" w:rsidRPr="00B3272B">
              <w:rPr>
                <w:rFonts w:asciiTheme="majorHAnsi" w:hAnsiTheme="majorHAnsi" w:cs="Arial"/>
                <w:sz w:val="16"/>
                <w:szCs w:val="16"/>
              </w:rPr>
              <w:t>“ z roku 201</w:t>
            </w:r>
            <w:r w:rsidR="009666F1">
              <w:rPr>
                <w:rFonts w:asciiTheme="majorHAnsi" w:hAnsiTheme="majorHAnsi" w:cs="Arial"/>
                <w:sz w:val="16"/>
                <w:szCs w:val="16"/>
              </w:rPr>
              <w:t>9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, který ověřil UOZI c) Ing.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Stanislav Nol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, č.ov.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/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2019 ze dne 28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5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.201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9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 č.</w:t>
            </w:r>
            <w:r w:rsidR="00675A9F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)</w:t>
            </w:r>
            <w:r w:rsidR="00A319CE" w:rsidRPr="00B3272B">
              <w:rPr>
                <w:rFonts w:asciiTheme="majorHAnsi" w:hAnsiTheme="majorHAnsi" w:cs="Arial"/>
                <w:sz w:val="16"/>
                <w:szCs w:val="16"/>
              </w:rPr>
              <w:t xml:space="preserve"> „</w:t>
            </w:r>
            <w:r w:rsidR="009666F1" w:rsidRPr="009666F1">
              <w:rPr>
                <w:rFonts w:asciiTheme="majorHAnsi" w:hAnsiTheme="majorHAnsi" w:cs="Arial"/>
                <w:sz w:val="16"/>
                <w:szCs w:val="16"/>
              </w:rPr>
              <w:t>DSP0931KM000-017ML001-024Nymburk_MB_2stavba</w:t>
            </w:r>
            <w:r w:rsidR="00A319CE" w:rsidRPr="00B3272B">
              <w:rPr>
                <w:rFonts w:asciiTheme="majorHAnsi" w:hAnsiTheme="majorHAnsi" w:cs="Arial"/>
                <w:sz w:val="16"/>
                <w:szCs w:val="16"/>
              </w:rPr>
              <w:t>“ z roku 20</w:t>
            </w:r>
            <w:r w:rsidR="009666F1">
              <w:rPr>
                <w:rFonts w:asciiTheme="majorHAnsi" w:hAnsiTheme="majorHAnsi" w:cs="Arial"/>
                <w:sz w:val="16"/>
                <w:szCs w:val="16"/>
              </w:rPr>
              <w:t>20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, který ověřil UOZI c) Ing.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Petr Pavelka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, č.ov.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184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/20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20</w:t>
            </w:r>
            <w:r w:rsidR="00A319CE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ze dne</w:t>
            </w:r>
            <w:r w:rsidR="00B3272B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7</w:t>
            </w:r>
            <w:r w:rsidR="00B3272B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.12.20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20</w:t>
            </w:r>
            <w:r w:rsidR="00B3272B" w:rsidRPr="00B3272B">
              <w:rPr>
                <w:rFonts w:asciiTheme="majorHAnsi" w:eastAsia="Times New Roman" w:hAnsiTheme="majorHAnsi" w:cs="Arial"/>
                <w:sz w:val="16"/>
                <w:szCs w:val="16"/>
                <w:lang w:val="en-GB" w:eastAsia="cs-CZ"/>
              </w:rPr>
              <w:t>;</w:t>
            </w:r>
            <w:r w:rsid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č.</w:t>
            </w:r>
            <w:r w:rsidR="00675A9F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) </w:t>
            </w:r>
            <w:r w:rsidR="002978D4" w:rsidRPr="00B3272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9666F1" w:rsidRPr="009666F1">
              <w:rPr>
                <w:rFonts w:asciiTheme="majorHAnsi" w:hAnsiTheme="majorHAnsi" w:cs="Arial"/>
                <w:sz w:val="16"/>
                <w:szCs w:val="16"/>
              </w:rPr>
              <w:t>DSP0991KM000-006Lysá-Milovice</w:t>
            </w:r>
            <w:r w:rsidR="002978D4" w:rsidRPr="00B3272B">
              <w:rPr>
                <w:rFonts w:asciiTheme="majorHAnsi" w:hAnsiTheme="majorHAnsi" w:cs="Arial"/>
                <w:sz w:val="16"/>
                <w:szCs w:val="16"/>
              </w:rPr>
              <w:t>“ z roku 201</w:t>
            </w:r>
            <w:r w:rsidR="009666F1">
              <w:rPr>
                <w:rFonts w:asciiTheme="majorHAnsi" w:hAnsiTheme="majorHAnsi" w:cs="Arial"/>
                <w:sz w:val="16"/>
                <w:szCs w:val="16"/>
              </w:rPr>
              <w:t>0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, který ověřil UOZI c) Ing.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Ladislav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Popela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, č.ov.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4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8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/201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0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ze dne 2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8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5</w:t>
            </w:r>
            <w:r w:rsidR="002978D4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201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0</w:t>
            </w:r>
            <w:r w:rsid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a byla provedena reambulace,</w:t>
            </w:r>
            <w:r w:rsidR="00B3272B" w:rsidRPr="00B3272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pohledová kontrola, n</w:t>
            </w:r>
            <w:r w:rsidR="00DA77E7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ávaznost a vzájemné zapracování.</w:t>
            </w:r>
          </w:p>
          <w:p w:rsidR="005C7475" w:rsidRDefault="005C7475" w:rsidP="00B3272B">
            <w:pPr>
              <w:spacing w:after="0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</w:p>
          <w:p w:rsidR="001065BE" w:rsidRPr="00B3272B" w:rsidRDefault="001065BE" w:rsidP="001065BE">
            <w:pPr>
              <w:spacing w:after="0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Dle požadavku projektanta bylo provedeno doměření situace a bod</w:t>
            </w:r>
            <w:r w:rsidR="00DA77E7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ů terénu ve vzdál. minimálně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30</w:t>
            </w:r>
            <w:r w:rsidR="00DA77E7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-50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m od pro</w:t>
            </w:r>
            <w:r w:rsidR="00DA77E7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jektovaných nových os kolejí dle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DA77E7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výkresu –  koleje_stred_2013.dwg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</w:t>
            </w:r>
          </w:p>
          <w:p w:rsidR="001065BE" w:rsidRDefault="001065BE" w:rsidP="00B3272B">
            <w:pPr>
              <w:spacing w:after="0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</w:p>
          <w:p w:rsidR="001065BE" w:rsidRDefault="001065BE" w:rsidP="00B3272B">
            <w:pPr>
              <w:spacing w:after="0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Dále b</w:t>
            </w:r>
            <w:r w:rsidR="005C7475" w:rsidRPr="005C747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ylo provedeno kontrolní zaměření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stávajících </w:t>
            </w:r>
            <w:r w:rsidR="009666F1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jednoznačně ident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</w:t>
            </w:r>
            <w:r w:rsidR="005C7475" w:rsidRPr="005C747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prvků: konců výhybek, rohy nástupišť a propustků, apod.  Na základě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takto </w:t>
            </w:r>
            <w:r w:rsidR="005C7475" w:rsidRPr="005C747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získaného výběrového souboru byly posouzeny odchylky na těchto bodech. </w:t>
            </w:r>
          </w:p>
          <w:p w:rsidR="005C7475" w:rsidRDefault="001065BE" w:rsidP="00B3272B">
            <w:pPr>
              <w:spacing w:after="0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Závěr: M</w:t>
            </w:r>
            <w:r w:rsidR="005C7475" w:rsidRPr="005C747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apový podklad splňuje přesnost dle kritérií a metodiky SŽDC M20/MP010 (v platném znění).</w:t>
            </w:r>
          </w:p>
          <w:p w:rsidR="00E667E2" w:rsidRPr="00E667E2" w:rsidRDefault="00E667E2" w:rsidP="00B3272B">
            <w:pPr>
              <w:spacing w:after="0" w:line="240" w:lineRule="auto"/>
              <w:rPr>
                <w:rFonts w:asciiTheme="majorHAnsi" w:eastAsia="Times New Roman" w:hAnsiTheme="majorHAnsi" w:cs="Arial"/>
                <w:b/>
                <w:lang w:eastAsia="cs-CZ"/>
              </w:rPr>
            </w:pPr>
          </w:p>
        </w:tc>
      </w:tr>
      <w:tr w:rsidR="009578C2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9578C2" w:rsidRPr="00DC4D2E" w:rsidRDefault="009578C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9578C2" w:rsidRPr="00B3272B" w:rsidRDefault="009578C2" w:rsidP="00A319CE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</w:p>
        </w:tc>
      </w:tr>
    </w:tbl>
    <w:p w:rsidR="008E3BD2" w:rsidRPr="008E3BD2" w:rsidRDefault="008E3BD2" w:rsidP="008E3BD2">
      <w:pPr>
        <w:jc w:val="both"/>
        <w:rPr>
          <w:rFonts w:asciiTheme="majorHAnsi" w:hAnsiTheme="majorHAnsi" w:cs="Arial"/>
          <w:b/>
        </w:rPr>
      </w:pPr>
      <w:r w:rsidRPr="008E3BD2">
        <w:rPr>
          <w:rFonts w:asciiTheme="majorHAnsi" w:hAnsiTheme="majorHAnsi" w:cs="Arial"/>
          <w:b/>
        </w:rPr>
        <w:t>Výsledná vyhotovená Geodetická dokumentace 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Default="008E3BD2" w:rsidP="00133B17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>V k.ú.</w:t>
            </w:r>
            <w:r w:rsidR="00F60747">
              <w:rPr>
                <w:rFonts w:asciiTheme="majorHAnsi" w:hAnsiTheme="majorHAnsi" w:cs="Arial"/>
                <w:lang w:eastAsia="cs-CZ"/>
              </w:rPr>
              <w:t xml:space="preserve"> </w:t>
            </w:r>
            <w:r w:rsidR="00CB5C29" w:rsidRPr="00CB5C29">
              <w:rPr>
                <w:rFonts w:asciiTheme="majorHAnsi" w:hAnsiTheme="majorHAnsi" w:cs="Arial"/>
                <w:lang w:eastAsia="cs-CZ"/>
              </w:rPr>
              <w:t>Lysá nad Labem</w:t>
            </w:r>
            <w:r w:rsidR="00CB5C29">
              <w:rPr>
                <w:rFonts w:asciiTheme="majorHAnsi" w:hAnsiTheme="majorHAnsi" w:cs="Arial"/>
                <w:lang w:eastAsia="cs-CZ"/>
              </w:rPr>
              <w:t>,</w:t>
            </w:r>
            <w:r w:rsidR="00133B17">
              <w:rPr>
                <w:rFonts w:asciiTheme="majorHAnsi" w:hAnsiTheme="majorHAnsi" w:cs="Arial"/>
                <w:lang w:eastAsia="cs-CZ"/>
              </w:rPr>
              <w:t xml:space="preserve"> </w:t>
            </w:r>
            <w:r w:rsidR="00DA77E7">
              <w:rPr>
                <w:rFonts w:asciiTheme="majorHAnsi" w:hAnsiTheme="majorHAnsi" w:cs="Arial"/>
                <w:lang w:eastAsia="cs-CZ"/>
              </w:rPr>
              <w:t>Milovice nad Labem</w:t>
            </w:r>
            <w:r w:rsidR="00675A9F">
              <w:rPr>
                <w:rFonts w:asciiTheme="majorHAnsi" w:hAnsiTheme="majorHAnsi" w:cs="Arial"/>
                <w:lang w:eastAsia="cs-CZ"/>
              </w:rPr>
              <w:t>, Všejany</w:t>
            </w:r>
            <w:r w:rsidR="00133B17">
              <w:rPr>
                <w:rFonts w:asciiTheme="majorHAnsi" w:hAnsiTheme="majorHAnsi" w:cs="Arial"/>
                <w:lang w:eastAsia="cs-CZ"/>
              </w:rPr>
              <w:t xml:space="preserve"> </w:t>
            </w:r>
            <w:r w:rsidR="00675A9F">
              <w:rPr>
                <w:rFonts w:asciiTheme="majorHAnsi" w:hAnsiTheme="majorHAnsi" w:cs="Arial"/>
                <w:lang w:eastAsia="cs-CZ"/>
              </w:rPr>
              <w:t>a Čachovice byla vlastn.</w:t>
            </w:r>
            <w:r w:rsidR="00133B17" w:rsidRPr="00133B17">
              <w:rPr>
                <w:rFonts w:asciiTheme="majorHAnsi" w:hAnsiTheme="majorHAnsi" w:cs="Arial"/>
                <w:lang w:eastAsia="cs-CZ"/>
              </w:rPr>
              <w:t xml:space="preserve"> hranice převzata z digitální mapy Katastru </w:t>
            </w:r>
            <w:r w:rsidR="00675A9F">
              <w:rPr>
                <w:rFonts w:asciiTheme="majorHAnsi" w:hAnsiTheme="majorHAnsi" w:cs="Arial"/>
                <w:lang w:eastAsia="cs-CZ"/>
              </w:rPr>
              <w:t xml:space="preserve">nemovitosti </w:t>
            </w:r>
            <w:r w:rsidR="00133B17" w:rsidRPr="00133B17">
              <w:rPr>
                <w:rFonts w:asciiTheme="majorHAnsi" w:hAnsiTheme="majorHAnsi" w:cs="Arial"/>
                <w:lang w:eastAsia="cs-CZ"/>
              </w:rPr>
              <w:t>(DKM), která je v této lokalitě vedena v kvalitě 3 a horší, tzn., že lomové body hranice mají základní střední souřad</w:t>
            </w:r>
            <w:r w:rsidR="00675A9F">
              <w:rPr>
                <w:rFonts w:asciiTheme="majorHAnsi" w:hAnsiTheme="majorHAnsi" w:cs="Arial"/>
                <w:lang w:eastAsia="cs-CZ"/>
              </w:rPr>
              <w:t>.</w:t>
            </w:r>
            <w:r w:rsidR="00133B17">
              <w:rPr>
                <w:rFonts w:asciiTheme="majorHAnsi" w:hAnsiTheme="majorHAnsi" w:cs="Arial"/>
                <w:lang w:eastAsia="cs-CZ"/>
              </w:rPr>
              <w:t xml:space="preserve"> chybu v rozmezí 0,14 – 1,00 m.</w:t>
            </w:r>
          </w:p>
          <w:p w:rsidR="00133B17" w:rsidRPr="008E3BD2" w:rsidRDefault="00133B17" w:rsidP="00675A9F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býv.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>Ve výkresu jsou zobrazeny kamenné a plastové hraniční znaky a kamenné hranoly (obvykle žulové)  bodového pole ŽBP zaměřené dle skutečnosti v terénu, které jsou majetkem Správy železnic, státní organizace a je nutno je zachovat nepoškozené a na původním místě.</w:t>
            </w:r>
          </w:p>
        </w:tc>
      </w:tr>
    </w:tbl>
    <w:p w:rsidR="008E3BD2" w:rsidRDefault="008E3BD2" w:rsidP="00644CFA">
      <w:pPr>
        <w:spacing w:after="0" w:line="276" w:lineRule="auto"/>
        <w:rPr>
          <w:rStyle w:val="VrazncittChar"/>
        </w:rPr>
      </w:pP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3C2583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N.1.5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01)  Technická zpráva *.pdf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*.txt a *.pdf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03)  Přehled kladu listů JŽM *.dgn a *.dwg     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04)  Seznam souřadnic podrobných bodů *.txt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05)  Výkres *.dgn a *.dwg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06)  Podklady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F67070" w:rsidRDefault="00F67070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</w:t>
            </w:r>
            <w:r>
              <w:rPr>
                <w:rFonts w:asciiTheme="majorHAnsi" w:hAnsiTheme="majorHAnsi" w:cs="Arial"/>
                <w:lang w:eastAsia="cs-CZ"/>
              </w:rPr>
              <w:t>7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)  </w:t>
            </w:r>
            <w:r w:rsidRPr="00F67070">
              <w:rPr>
                <w:rFonts w:asciiTheme="majorHAnsi" w:hAnsiTheme="majorHAnsi" w:cs="Arial"/>
                <w:lang w:eastAsia="cs-CZ"/>
              </w:rPr>
              <w:t>Projekt stávající osy koleje</w:t>
            </w:r>
          </w:p>
          <w:p w:rsidR="00F7575C" w:rsidRDefault="00F7575C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F7575C" w:rsidRDefault="00F7575C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3C2583" w:rsidRDefault="003C2583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3C2583" w:rsidRPr="00DC4D2E" w:rsidRDefault="003C2583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F67070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bCs/>
          <w:sz w:val="16"/>
          <w:szCs w:val="16"/>
        </w:rPr>
        <w:t>Technickou zprávu</w:t>
      </w:r>
      <w:r w:rsidR="00675A9F">
        <w:rPr>
          <w:rFonts w:asciiTheme="majorHAnsi" w:hAnsiTheme="majorHAnsi" w:cs="Arial"/>
          <w:b/>
          <w:bCs/>
          <w:sz w:val="16"/>
          <w:szCs w:val="16"/>
        </w:rPr>
        <w:t xml:space="preserve"> zpracovala:         </w:t>
      </w:r>
    </w:p>
    <w:p w:rsidR="00F67070" w:rsidRDefault="00F35AB5" w:rsidP="00675A9F">
      <w:pPr>
        <w:rPr>
          <w:rStyle w:val="VrazncittChar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1A853" wp14:editId="42D34E3F">
                <wp:simplePos x="0" y="0"/>
                <wp:positionH relativeFrom="column">
                  <wp:posOffset>3388690</wp:posOffset>
                </wp:positionH>
                <wp:positionV relativeFrom="paragraph">
                  <wp:posOffset>535127</wp:posOffset>
                </wp:positionV>
                <wp:extent cx="1828800" cy="321869"/>
                <wp:effectExtent l="0" t="0" r="0" b="254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1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070" w:rsidRPr="00F67070" w:rsidRDefault="00F67070" w:rsidP="00F67070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 w:rsidR="00F35AB5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1A85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66.85pt;margin-top:42.15pt;width:2in;height:2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" filled="f" stroked="f">
                <v:textbox>
                  <w:txbxContent>
                    <w:p w:rsidR="00F67070" w:rsidRPr="00F67070" w:rsidRDefault="00F67070" w:rsidP="00F67070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 w:rsidR="00F35AB5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předpisům.</w:t>
                      </w:r>
                    </w:p>
                  </w:txbxContent>
                </v:textbox>
              </v:shape>
            </w:pict>
          </mc:Fallback>
        </mc:AlternateContent>
      </w:r>
      <w:r w:rsidR="0019605D">
        <w:rPr>
          <w:rFonts w:asciiTheme="majorHAnsi" w:hAnsiTheme="majorHAnsi" w:cs="Arial"/>
          <w:b/>
          <w:noProof/>
          <w:sz w:val="16"/>
          <w:szCs w:val="16"/>
        </w:rPr>
        <w:t>Věra Junková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         </w:t>
      </w:r>
      <w:bookmarkStart w:id="0" w:name="_GoBack"/>
      <w:bookmarkEnd w:id="0"/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  <w:t xml:space="preserve">v Praze dne: </w:t>
      </w:r>
      <w:r w:rsidR="00675A9F">
        <w:rPr>
          <w:rFonts w:asciiTheme="majorHAnsi" w:hAnsiTheme="majorHAnsi" w:cs="Arial"/>
          <w:b/>
          <w:bCs/>
          <w:sz w:val="16"/>
          <w:szCs w:val="16"/>
        </w:rPr>
        <w:t>30</w:t>
      </w:r>
      <w:r w:rsidR="00D60C06">
        <w:rPr>
          <w:rFonts w:asciiTheme="majorHAnsi" w:hAnsiTheme="majorHAnsi" w:cs="Arial"/>
          <w:b/>
          <w:bCs/>
          <w:sz w:val="16"/>
          <w:szCs w:val="16"/>
        </w:rPr>
        <w:t>.</w:t>
      </w:r>
      <w:r w:rsidR="00675A9F">
        <w:rPr>
          <w:rFonts w:asciiTheme="majorHAnsi" w:hAnsiTheme="majorHAnsi" w:cs="Arial"/>
          <w:b/>
          <w:bCs/>
          <w:sz w:val="16"/>
          <w:szCs w:val="16"/>
        </w:rPr>
        <w:t>11</w:t>
      </w:r>
      <w:r w:rsidR="00D60C06">
        <w:rPr>
          <w:rFonts w:asciiTheme="majorHAnsi" w:hAnsiTheme="majorHAnsi" w:cs="Arial"/>
          <w:b/>
          <w:bCs/>
          <w:sz w:val="16"/>
          <w:szCs w:val="16"/>
        </w:rPr>
        <w:t>.</w:t>
      </w:r>
      <w:r w:rsidR="003C2583">
        <w:rPr>
          <w:rFonts w:asciiTheme="majorHAnsi" w:hAnsiTheme="majorHAnsi" w:cs="Arial"/>
          <w:b/>
          <w:bCs/>
          <w:sz w:val="16"/>
          <w:szCs w:val="16"/>
        </w:rPr>
        <w:t>2022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</w:p>
    <w:sectPr w:rsidR="00F6707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E64" w:rsidRDefault="00855E64" w:rsidP="00962258">
      <w:pPr>
        <w:spacing w:after="0" w:line="240" w:lineRule="auto"/>
      </w:pPr>
      <w:r>
        <w:separator/>
      </w:r>
    </w:p>
  </w:endnote>
  <w:endnote w:type="continuationSeparator" w:id="0">
    <w:p w:rsidR="00855E64" w:rsidRDefault="00855E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A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A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A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A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B3272B" w:rsidP="009547FE">
          <w:pPr>
            <w:pStyle w:val="Zpat"/>
            <w:rPr>
              <w:b/>
            </w:rPr>
          </w:pPr>
          <w:r>
            <w:rPr>
              <w:b/>
            </w:rPr>
            <w:t>www.spravazeleznic</w:t>
          </w:r>
          <w:r w:rsidR="00D5646A" w:rsidRPr="00D5646A">
            <w:rPr>
              <w:b/>
            </w:rPr>
            <w:t>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7216" behindDoc="0" locked="1" layoutInCell="0" allowOverlap="1" wp14:anchorId="5EBF6556" wp14:editId="6F9F81C9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E64" w:rsidRDefault="00855E64" w:rsidP="00962258">
      <w:pPr>
        <w:spacing w:after="0" w:line="240" w:lineRule="auto"/>
      </w:pPr>
      <w:r>
        <w:separator/>
      </w:r>
    </w:p>
  </w:footnote>
  <w:footnote w:type="continuationSeparator" w:id="0">
    <w:p w:rsidR="00855E64" w:rsidRDefault="00855E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13E68"/>
    <w:rsid w:val="00033432"/>
    <w:rsid w:val="000335CC"/>
    <w:rsid w:val="00072C1E"/>
    <w:rsid w:val="00076E15"/>
    <w:rsid w:val="000B7907"/>
    <w:rsid w:val="000C0429"/>
    <w:rsid w:val="000E2204"/>
    <w:rsid w:val="00100B7F"/>
    <w:rsid w:val="001065BE"/>
    <w:rsid w:val="00114472"/>
    <w:rsid w:val="00133B17"/>
    <w:rsid w:val="00144111"/>
    <w:rsid w:val="00170EC5"/>
    <w:rsid w:val="001747C1"/>
    <w:rsid w:val="0018596A"/>
    <w:rsid w:val="0019605D"/>
    <w:rsid w:val="001B59F3"/>
    <w:rsid w:val="001C4DA0"/>
    <w:rsid w:val="001F43D2"/>
    <w:rsid w:val="00207DF5"/>
    <w:rsid w:val="002450E2"/>
    <w:rsid w:val="0026785D"/>
    <w:rsid w:val="00283251"/>
    <w:rsid w:val="00294743"/>
    <w:rsid w:val="002978D4"/>
    <w:rsid w:val="002C31BF"/>
    <w:rsid w:val="002E0CD7"/>
    <w:rsid w:val="002F026B"/>
    <w:rsid w:val="00316551"/>
    <w:rsid w:val="00357BC6"/>
    <w:rsid w:val="0037179F"/>
    <w:rsid w:val="00377EAF"/>
    <w:rsid w:val="003956C6"/>
    <w:rsid w:val="003C2583"/>
    <w:rsid w:val="003E75CE"/>
    <w:rsid w:val="0041380F"/>
    <w:rsid w:val="00450F07"/>
    <w:rsid w:val="00453CD3"/>
    <w:rsid w:val="00455BC7"/>
    <w:rsid w:val="00460660"/>
    <w:rsid w:val="00460CCB"/>
    <w:rsid w:val="00477370"/>
    <w:rsid w:val="0048598B"/>
    <w:rsid w:val="00486107"/>
    <w:rsid w:val="00491827"/>
    <w:rsid w:val="004926B0"/>
    <w:rsid w:val="004A7C69"/>
    <w:rsid w:val="004B34C0"/>
    <w:rsid w:val="004C4399"/>
    <w:rsid w:val="004C69ED"/>
    <w:rsid w:val="004C787C"/>
    <w:rsid w:val="004E0BC8"/>
    <w:rsid w:val="004F4B9B"/>
    <w:rsid w:val="00511AB9"/>
    <w:rsid w:val="00514692"/>
    <w:rsid w:val="00523EA7"/>
    <w:rsid w:val="005346DB"/>
    <w:rsid w:val="00543F75"/>
    <w:rsid w:val="00551D1F"/>
    <w:rsid w:val="00553375"/>
    <w:rsid w:val="005658A6"/>
    <w:rsid w:val="005722BB"/>
    <w:rsid w:val="005736B7"/>
    <w:rsid w:val="00575E5A"/>
    <w:rsid w:val="00590D87"/>
    <w:rsid w:val="00596C7E"/>
    <w:rsid w:val="005A64E9"/>
    <w:rsid w:val="005B5EE9"/>
    <w:rsid w:val="005C3BF2"/>
    <w:rsid w:val="005C7475"/>
    <w:rsid w:val="005E7656"/>
    <w:rsid w:val="0061068E"/>
    <w:rsid w:val="00644CFA"/>
    <w:rsid w:val="00660AD3"/>
    <w:rsid w:val="00675A9F"/>
    <w:rsid w:val="00681FAC"/>
    <w:rsid w:val="006A5570"/>
    <w:rsid w:val="006A689C"/>
    <w:rsid w:val="006B3D79"/>
    <w:rsid w:val="006E0578"/>
    <w:rsid w:val="006E314D"/>
    <w:rsid w:val="006E4060"/>
    <w:rsid w:val="006E52A6"/>
    <w:rsid w:val="006F09B1"/>
    <w:rsid w:val="00710723"/>
    <w:rsid w:val="007220DE"/>
    <w:rsid w:val="00723ED1"/>
    <w:rsid w:val="00724A52"/>
    <w:rsid w:val="007338DC"/>
    <w:rsid w:val="00743525"/>
    <w:rsid w:val="00762391"/>
    <w:rsid w:val="0076286B"/>
    <w:rsid w:val="00764595"/>
    <w:rsid w:val="00766846"/>
    <w:rsid w:val="0077673A"/>
    <w:rsid w:val="0078419A"/>
    <w:rsid w:val="007846E1"/>
    <w:rsid w:val="00791366"/>
    <w:rsid w:val="007A479E"/>
    <w:rsid w:val="007B570C"/>
    <w:rsid w:val="007E4A6E"/>
    <w:rsid w:val="007F56A7"/>
    <w:rsid w:val="00807DD0"/>
    <w:rsid w:val="00813F11"/>
    <w:rsid w:val="00855E64"/>
    <w:rsid w:val="00885FA0"/>
    <w:rsid w:val="008875C1"/>
    <w:rsid w:val="00896760"/>
    <w:rsid w:val="008A3568"/>
    <w:rsid w:val="008D03B9"/>
    <w:rsid w:val="008D044D"/>
    <w:rsid w:val="008E236D"/>
    <w:rsid w:val="008E3654"/>
    <w:rsid w:val="008E3BD2"/>
    <w:rsid w:val="008F18D6"/>
    <w:rsid w:val="00904780"/>
    <w:rsid w:val="009059F3"/>
    <w:rsid w:val="009113A8"/>
    <w:rsid w:val="00922385"/>
    <w:rsid w:val="009223DF"/>
    <w:rsid w:val="009300D4"/>
    <w:rsid w:val="00936091"/>
    <w:rsid w:val="00940D8A"/>
    <w:rsid w:val="00950250"/>
    <w:rsid w:val="009547FE"/>
    <w:rsid w:val="009578C2"/>
    <w:rsid w:val="00962258"/>
    <w:rsid w:val="009666F1"/>
    <w:rsid w:val="009678B7"/>
    <w:rsid w:val="00982411"/>
    <w:rsid w:val="009834FA"/>
    <w:rsid w:val="00992D9C"/>
    <w:rsid w:val="00996CB8"/>
    <w:rsid w:val="009A7568"/>
    <w:rsid w:val="009B2E97"/>
    <w:rsid w:val="009B72CC"/>
    <w:rsid w:val="009E07F4"/>
    <w:rsid w:val="009F392E"/>
    <w:rsid w:val="00A319CE"/>
    <w:rsid w:val="00A44328"/>
    <w:rsid w:val="00A4444F"/>
    <w:rsid w:val="00A6177B"/>
    <w:rsid w:val="00A66136"/>
    <w:rsid w:val="00AA4CBB"/>
    <w:rsid w:val="00AA65FA"/>
    <w:rsid w:val="00AA7351"/>
    <w:rsid w:val="00AB415C"/>
    <w:rsid w:val="00AD056F"/>
    <w:rsid w:val="00AD6731"/>
    <w:rsid w:val="00AF677D"/>
    <w:rsid w:val="00B15985"/>
    <w:rsid w:val="00B15D0D"/>
    <w:rsid w:val="00B3272B"/>
    <w:rsid w:val="00B45E34"/>
    <w:rsid w:val="00B45E9E"/>
    <w:rsid w:val="00B55F9C"/>
    <w:rsid w:val="00B75EE1"/>
    <w:rsid w:val="00B77481"/>
    <w:rsid w:val="00B8518B"/>
    <w:rsid w:val="00BB2267"/>
    <w:rsid w:val="00BB3740"/>
    <w:rsid w:val="00BC5FAC"/>
    <w:rsid w:val="00BD7E91"/>
    <w:rsid w:val="00BF374D"/>
    <w:rsid w:val="00BF44BE"/>
    <w:rsid w:val="00C02D0A"/>
    <w:rsid w:val="00C03A6E"/>
    <w:rsid w:val="00C04AE8"/>
    <w:rsid w:val="00C11DA1"/>
    <w:rsid w:val="00C2735E"/>
    <w:rsid w:val="00C30759"/>
    <w:rsid w:val="00C35FC5"/>
    <w:rsid w:val="00C36C47"/>
    <w:rsid w:val="00C44F6A"/>
    <w:rsid w:val="00C4657B"/>
    <w:rsid w:val="00C64A8D"/>
    <w:rsid w:val="00C76361"/>
    <w:rsid w:val="00C8207D"/>
    <w:rsid w:val="00C873F2"/>
    <w:rsid w:val="00CA1D3A"/>
    <w:rsid w:val="00CB5C29"/>
    <w:rsid w:val="00CD1FC4"/>
    <w:rsid w:val="00CE3013"/>
    <w:rsid w:val="00CE371D"/>
    <w:rsid w:val="00D01A29"/>
    <w:rsid w:val="00D02A4D"/>
    <w:rsid w:val="00D21061"/>
    <w:rsid w:val="00D26C6F"/>
    <w:rsid w:val="00D316A7"/>
    <w:rsid w:val="00D4108E"/>
    <w:rsid w:val="00D415FF"/>
    <w:rsid w:val="00D5646A"/>
    <w:rsid w:val="00D60C06"/>
    <w:rsid w:val="00D6163D"/>
    <w:rsid w:val="00D831A3"/>
    <w:rsid w:val="00DA6FFE"/>
    <w:rsid w:val="00DA77E7"/>
    <w:rsid w:val="00DC3110"/>
    <w:rsid w:val="00DC4D2E"/>
    <w:rsid w:val="00DC5870"/>
    <w:rsid w:val="00DD46F3"/>
    <w:rsid w:val="00DD58A6"/>
    <w:rsid w:val="00DE56F2"/>
    <w:rsid w:val="00DF116D"/>
    <w:rsid w:val="00E13C18"/>
    <w:rsid w:val="00E20CAD"/>
    <w:rsid w:val="00E667E2"/>
    <w:rsid w:val="00E824F1"/>
    <w:rsid w:val="00E916F2"/>
    <w:rsid w:val="00EB104F"/>
    <w:rsid w:val="00EC795B"/>
    <w:rsid w:val="00ED14BD"/>
    <w:rsid w:val="00F01440"/>
    <w:rsid w:val="00F12DEC"/>
    <w:rsid w:val="00F1715C"/>
    <w:rsid w:val="00F310F8"/>
    <w:rsid w:val="00F3378D"/>
    <w:rsid w:val="00F35939"/>
    <w:rsid w:val="00F35AB5"/>
    <w:rsid w:val="00F45607"/>
    <w:rsid w:val="00F54D96"/>
    <w:rsid w:val="00F60747"/>
    <w:rsid w:val="00F64786"/>
    <w:rsid w:val="00F659EB"/>
    <w:rsid w:val="00F67070"/>
    <w:rsid w:val="00F7575C"/>
    <w:rsid w:val="00F862D6"/>
    <w:rsid w:val="00F86BA6"/>
    <w:rsid w:val="00FA73ED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51274"/>
  <w14:defaultImageDpi w14:val="32767"/>
  <w15:docId w15:val="{849D2C4A-530B-43BB-B9B1-94E72B02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6B7464-84FE-4FF4-A794-187995CF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1231</TotalTime>
  <Pages>2</Pages>
  <Words>628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Petr Hůla</dc:creator>
  <cp:lastModifiedBy>Náměstek Vladimír, Ing.</cp:lastModifiedBy>
  <cp:revision>31</cp:revision>
  <cp:lastPrinted>2022-11-30T12:43:00Z</cp:lastPrinted>
  <dcterms:created xsi:type="dcterms:W3CDTF">2020-02-11T09:28:00Z</dcterms:created>
  <dcterms:modified xsi:type="dcterms:W3CDTF">2022-11-30T12:48:00Z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